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63" w:rsidRDefault="004C0E63" w:rsidP="00AF1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LINGUA E TRADUZIONE SPAGNOLA TRIENNALE</w:t>
      </w:r>
    </w:p>
    <w:p w:rsidR="004C0E63" w:rsidRDefault="004C0E63" w:rsidP="00AF1106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PERIODO: PRIMO SEMESTRE ANNO ACCADEMICO 2014/15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2"/>
        <w:gridCol w:w="2098"/>
        <w:gridCol w:w="1317"/>
        <w:gridCol w:w="1400"/>
        <w:gridCol w:w="2596"/>
        <w:gridCol w:w="3016"/>
        <w:gridCol w:w="2404"/>
      </w:tblGrid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ORA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sz w:val="20"/>
                <w:szCs w:val="20"/>
              </w:rPr>
              <w:t>inizio              fine</w:t>
            </w:r>
          </w:p>
        </w:tc>
        <w:tc>
          <w:tcPr>
            <w:tcW w:w="2098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LUNEDI’</w:t>
            </w:r>
          </w:p>
        </w:tc>
        <w:tc>
          <w:tcPr>
            <w:tcW w:w="2717" w:type="dxa"/>
            <w:gridSpan w:val="2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MARTEDI’</w:t>
            </w:r>
          </w:p>
        </w:tc>
        <w:tc>
          <w:tcPr>
            <w:tcW w:w="259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MERCOLEDI’</w:t>
            </w:r>
          </w:p>
        </w:tc>
        <w:tc>
          <w:tcPr>
            <w:tcW w:w="301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b/>
                <w:sz w:val="20"/>
                <w:szCs w:val="20"/>
              </w:rPr>
              <w:t>GIOVEDI’</w:t>
            </w:r>
          </w:p>
        </w:tc>
        <w:tc>
          <w:tcPr>
            <w:tcW w:w="2404" w:type="dxa"/>
          </w:tcPr>
          <w:p w:rsidR="004C0E63" w:rsidRPr="005A35CD" w:rsidRDefault="004C0E63" w:rsidP="005A35CD">
            <w:pPr>
              <w:jc w:val="center"/>
              <w:rPr>
                <w:b/>
                <w:sz w:val="20"/>
                <w:szCs w:val="20"/>
              </w:rPr>
            </w:pPr>
            <w:r w:rsidRPr="005A35CD">
              <w:rPr>
                <w:b/>
                <w:sz w:val="20"/>
                <w:szCs w:val="20"/>
              </w:rPr>
              <w:t>VENERDI</w:t>
            </w: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9:00            10:00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shd w:val="clear" w:color="auto" w:fill="92D05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1/A y B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(Larrañaga)</w:t>
            </w:r>
          </w:p>
          <w:p w:rsidR="004C0E63" w:rsidRPr="005A35CD" w:rsidRDefault="004C0E63" w:rsidP="00436AC9">
            <w:pPr>
              <w:rPr>
                <w:sz w:val="22"/>
                <w:szCs w:val="22"/>
                <w:highlight w:val="green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     (Aula LB)</w:t>
            </w:r>
          </w:p>
        </w:tc>
        <w:tc>
          <w:tcPr>
            <w:tcW w:w="2717" w:type="dxa"/>
            <w:gridSpan w:val="2"/>
            <w:vMerge w:val="restart"/>
            <w:shd w:val="clear" w:color="auto" w:fill="00B0F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(Del Moral)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 Aula 403)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vMerge w:val="restart"/>
            <w:shd w:val="clear" w:color="auto" w:fill="FFFF0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(Del Moral)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(Aula LG)</w:t>
            </w:r>
          </w:p>
        </w:tc>
        <w:tc>
          <w:tcPr>
            <w:tcW w:w="301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10:00          11:00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  <w:vMerge/>
            <w:shd w:val="clear" w:color="auto" w:fill="92D050"/>
          </w:tcPr>
          <w:p w:rsidR="004C0E63" w:rsidRPr="005A35CD" w:rsidRDefault="004C0E63" w:rsidP="00436AC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2717" w:type="dxa"/>
            <w:gridSpan w:val="2"/>
            <w:vMerge/>
            <w:shd w:val="clear" w:color="auto" w:fill="00B0F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vMerge/>
            <w:shd w:val="clear" w:color="auto" w:fill="FFFF0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11:00          12:00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098" w:type="dxa"/>
            <w:vMerge w:val="restart"/>
            <w:shd w:val="clear" w:color="auto" w:fill="FFFF0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(Larrañaga)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(Aula DSU4)</w:t>
            </w:r>
          </w:p>
        </w:tc>
        <w:tc>
          <w:tcPr>
            <w:tcW w:w="1317" w:type="dxa"/>
            <w:vMerge w:val="restart"/>
            <w:shd w:val="clear" w:color="auto" w:fill="92D05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1/A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(Larrañaga)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(Aula 410)</w:t>
            </w:r>
          </w:p>
        </w:tc>
        <w:tc>
          <w:tcPr>
            <w:tcW w:w="1400" w:type="dxa"/>
            <w:vMerge w:val="restart"/>
            <w:shd w:val="clear" w:color="auto" w:fill="92D05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1/B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(Del Moral)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(Aula LB)</w:t>
            </w:r>
          </w:p>
        </w:tc>
        <w:tc>
          <w:tcPr>
            <w:tcW w:w="2596" w:type="dxa"/>
            <w:vMerge w:val="restart"/>
            <w:shd w:val="clear" w:color="auto" w:fill="00B0F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3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(Del Moral)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(Lab. Ling)</w:t>
            </w:r>
          </w:p>
        </w:tc>
        <w:tc>
          <w:tcPr>
            <w:tcW w:w="3016" w:type="dxa"/>
            <w:vMerge w:val="restart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  <w:vMerge w:val="restart"/>
            <w:shd w:val="clear" w:color="auto" w:fill="00B0F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(Larra</w:t>
            </w: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ñ</w:t>
            </w: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aga)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 Lab. Ling)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12:00          13:00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  <w:vMerge/>
            <w:shd w:val="clear" w:color="auto" w:fill="FFFF0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7" w:type="dxa"/>
            <w:vMerge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0" w:type="dxa"/>
            <w:vMerge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vMerge/>
            <w:shd w:val="clear" w:color="auto" w:fill="00B0F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6" w:type="dxa"/>
            <w:vMerge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  <w:vMerge/>
            <w:shd w:val="clear" w:color="auto" w:fill="00B0F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13:00          14:00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17" w:type="dxa"/>
            <w:gridSpan w:val="2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6" w:type="dxa"/>
            <w:vMerge w:val="restart"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Lingua 1/B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(Larrañaga)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   (Aula LB)</w:t>
            </w:r>
          </w:p>
        </w:tc>
        <w:tc>
          <w:tcPr>
            <w:tcW w:w="2404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14:00          15:00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shd w:val="clear" w:color="auto" w:fill="92D050"/>
          </w:tcPr>
          <w:p w:rsidR="004C0E63" w:rsidRPr="005A35CD" w:rsidRDefault="004C0E63" w:rsidP="005A35CD">
            <w:pPr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="004C0E63" w:rsidRPr="005A35CD" w:rsidRDefault="004C0E63" w:rsidP="005A35CD">
            <w:pPr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Lingua 1/ A y B  </w:t>
            </w:r>
          </w:p>
          <w:p w:rsidR="004C0E63" w:rsidRPr="005A35CD" w:rsidRDefault="004C0E63" w:rsidP="005A35CD">
            <w:pPr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(Musto)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  <w:highlight w:val="green"/>
              </w:rPr>
            </w:pPr>
            <w:r w:rsidRPr="005A35C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(Aula LB)</w:t>
            </w:r>
          </w:p>
        </w:tc>
        <w:tc>
          <w:tcPr>
            <w:tcW w:w="2717" w:type="dxa"/>
            <w:gridSpan w:val="2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6" w:type="dxa"/>
            <w:vMerge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  <w:vMerge w:val="restart"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1/A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(Del Moral)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(Aula LB</w:t>
            </w: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 xml:space="preserve">15:00          16:00 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  <w:vMerge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color w:val="92D050"/>
                <w:sz w:val="28"/>
                <w:szCs w:val="28"/>
              </w:rPr>
            </w:pPr>
          </w:p>
        </w:tc>
        <w:tc>
          <w:tcPr>
            <w:tcW w:w="2717" w:type="dxa"/>
            <w:gridSpan w:val="2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vMerge w:val="restart"/>
            <w:shd w:val="clear" w:color="auto" w:fill="FFFF0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(Alfano)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(Aula 2)</w:t>
            </w:r>
          </w:p>
        </w:tc>
        <w:tc>
          <w:tcPr>
            <w:tcW w:w="301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  <w:vMerge/>
            <w:shd w:val="clear" w:color="auto" w:fill="92D05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0E63" w:rsidTr="000E5B6C">
        <w:trPr>
          <w:trHeight w:val="63"/>
        </w:trPr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16:00          17:00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17" w:type="dxa"/>
            <w:gridSpan w:val="2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vMerge/>
            <w:shd w:val="clear" w:color="auto" w:fill="FFFF0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  <w:vMerge w:val="restart"/>
            <w:shd w:val="clear" w:color="auto" w:fill="FFFF0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Lingua 2</w:t>
            </w:r>
          </w:p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(Del Moral)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(Aula 2)</w:t>
            </w:r>
          </w:p>
        </w:tc>
      </w:tr>
      <w:tr w:rsidR="004C0E63" w:rsidTr="005A35CD">
        <w:tc>
          <w:tcPr>
            <w:tcW w:w="1672" w:type="dxa"/>
          </w:tcPr>
          <w:p w:rsidR="004C0E63" w:rsidRPr="005A35CD" w:rsidRDefault="004C0E63" w:rsidP="005A35CD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5A35CD">
              <w:rPr>
                <w:sz w:val="20"/>
                <w:szCs w:val="20"/>
              </w:rPr>
              <w:t>17:00          18:00</w:t>
            </w:r>
          </w:p>
        </w:tc>
        <w:tc>
          <w:tcPr>
            <w:tcW w:w="2098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17" w:type="dxa"/>
            <w:gridSpan w:val="2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shd w:val="clear" w:color="auto" w:fill="00B0F0"/>
          </w:tcPr>
          <w:p w:rsidR="004C0E63" w:rsidRPr="005A35CD" w:rsidRDefault="004C0E63" w:rsidP="005A35C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Lingua 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(16:00 a 18:00)</w:t>
            </w:r>
          </w:p>
          <w:p w:rsidR="004C0E63" w:rsidRPr="005A35CD" w:rsidRDefault="004C0E63" w:rsidP="005A35CD">
            <w:pPr>
              <w:shd w:val="clear" w:color="auto" w:fill="00B0F0"/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(Musto)</w:t>
            </w:r>
          </w:p>
          <w:p w:rsidR="004C0E63" w:rsidRPr="005A35CD" w:rsidRDefault="004C0E63" w:rsidP="005A35CD">
            <w:pPr>
              <w:shd w:val="clear" w:color="auto" w:fill="00B0F0"/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A35CD">
              <w:rPr>
                <w:rFonts w:ascii="Arial" w:hAnsi="Arial" w:cs="Arial"/>
                <w:b/>
                <w:color w:val="000000"/>
                <w:sz w:val="20"/>
                <w:szCs w:val="20"/>
              </w:rPr>
              <w:t>( Aula LI)</w:t>
            </w:r>
          </w:p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6" w:type="dxa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4" w:type="dxa"/>
            <w:vMerge/>
            <w:shd w:val="clear" w:color="auto" w:fill="FFFF00"/>
          </w:tcPr>
          <w:p w:rsidR="004C0E63" w:rsidRPr="005A35CD" w:rsidRDefault="004C0E63" w:rsidP="005A35C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C0E63" w:rsidRPr="002C23EB" w:rsidRDefault="004C0E63" w:rsidP="002C23EB">
      <w:pPr>
        <w:ind w:left="-851"/>
        <w:rPr>
          <w:b/>
          <w:sz w:val="20"/>
          <w:szCs w:val="20"/>
        </w:rPr>
      </w:pPr>
      <w:r w:rsidRPr="002C23EB">
        <w:rPr>
          <w:b/>
          <w:sz w:val="20"/>
          <w:szCs w:val="20"/>
        </w:rPr>
        <w:t xml:space="preserve">Tutoría: </w:t>
      </w:r>
      <w:r w:rsidRPr="002C23EB">
        <w:rPr>
          <w:sz w:val="20"/>
          <w:szCs w:val="20"/>
        </w:rPr>
        <w:t>Scala C, 1º piano, 2º livello, stanza 4</w:t>
      </w:r>
      <w:r>
        <w:rPr>
          <w:sz w:val="20"/>
          <w:szCs w:val="20"/>
        </w:rPr>
        <w:t xml:space="preserve">    </w:t>
      </w:r>
    </w:p>
    <w:p w:rsidR="004C0E63" w:rsidRPr="002C23EB" w:rsidRDefault="004C0E63" w:rsidP="002C23EB">
      <w:pPr>
        <w:ind w:left="-851"/>
        <w:rPr>
          <w:lang w:val="es-ES"/>
        </w:rPr>
      </w:pPr>
      <w:r w:rsidRPr="002C23EB">
        <w:rPr>
          <w:b/>
          <w:sz w:val="20"/>
          <w:szCs w:val="20"/>
          <w:lang w:val="es-ES_tradnl"/>
        </w:rPr>
        <w:t>Dott. Del Moral</w:t>
      </w:r>
      <w:r w:rsidRPr="002C23EB">
        <w:rPr>
          <w:sz w:val="20"/>
          <w:szCs w:val="20"/>
          <w:lang w:val="es-ES_tradnl"/>
        </w:rPr>
        <w:t xml:space="preserve">: </w:t>
      </w:r>
      <w:r>
        <w:rPr>
          <w:sz w:val="20"/>
          <w:szCs w:val="20"/>
          <w:lang w:val="es-ES_tradnl"/>
        </w:rPr>
        <w:t>Martes</w:t>
      </w:r>
      <w:r w:rsidRPr="002C23EB">
        <w:rPr>
          <w:sz w:val="20"/>
          <w:szCs w:val="20"/>
          <w:lang w:val="es-ES_tradnl"/>
        </w:rPr>
        <w:t xml:space="preserve"> de 14:00h a 16:00h, m</w:t>
      </w:r>
      <w:r>
        <w:rPr>
          <w:sz w:val="20"/>
          <w:szCs w:val="20"/>
          <w:lang w:val="es-ES_tradnl"/>
        </w:rPr>
        <w:t>iércoles</w:t>
      </w:r>
      <w:r w:rsidRPr="002C23EB">
        <w:rPr>
          <w:sz w:val="20"/>
          <w:szCs w:val="20"/>
          <w:lang w:val="es-ES_tradnl"/>
        </w:rPr>
        <w:t xml:space="preserve"> de 14:00h a 16:00h</w:t>
      </w:r>
      <w:r>
        <w:rPr>
          <w:sz w:val="20"/>
          <w:szCs w:val="20"/>
          <w:lang w:val="es-ES_tradnl"/>
        </w:rPr>
        <w:t xml:space="preserve"> y viernes de 10:00 h a 12:00h   </w:t>
      </w:r>
      <w:r w:rsidRPr="002C23EB">
        <w:rPr>
          <w:b/>
          <w:sz w:val="20"/>
          <w:szCs w:val="20"/>
          <w:lang w:val="es-ES_tradnl"/>
        </w:rPr>
        <w:t>Dott.ssa. Larrañaga</w:t>
      </w:r>
      <w:r w:rsidRPr="002C23EB">
        <w:rPr>
          <w:sz w:val="20"/>
          <w:szCs w:val="20"/>
          <w:lang w:val="es-ES_tradnl"/>
        </w:rPr>
        <w:t xml:space="preserve">: Martes de 9:00h a 11:00h, </w:t>
      </w:r>
      <w:r>
        <w:rPr>
          <w:sz w:val="20"/>
          <w:szCs w:val="20"/>
          <w:lang w:val="es-ES_tradnl"/>
        </w:rPr>
        <w:t>viernes</w:t>
      </w:r>
      <w:r w:rsidRPr="002C23EB">
        <w:rPr>
          <w:sz w:val="20"/>
          <w:szCs w:val="20"/>
          <w:lang w:val="es-ES_tradnl"/>
        </w:rPr>
        <w:t xml:space="preserve"> de 1</w:t>
      </w:r>
      <w:r>
        <w:rPr>
          <w:sz w:val="20"/>
          <w:szCs w:val="20"/>
          <w:lang w:val="es-ES_tradnl"/>
        </w:rPr>
        <w:t>0</w:t>
      </w:r>
      <w:r w:rsidRPr="002C23EB">
        <w:rPr>
          <w:sz w:val="20"/>
          <w:szCs w:val="20"/>
          <w:lang w:val="es-ES_tradnl"/>
        </w:rPr>
        <w:t>:00h a 1</w:t>
      </w:r>
      <w:r>
        <w:rPr>
          <w:sz w:val="20"/>
          <w:szCs w:val="20"/>
          <w:lang w:val="es-ES_tradnl"/>
        </w:rPr>
        <w:t>1:00h</w:t>
      </w:r>
    </w:p>
    <w:sectPr w:rsidR="004C0E63" w:rsidRPr="002C23EB" w:rsidSect="00B22F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106"/>
    <w:rsid w:val="000B3F9F"/>
    <w:rsid w:val="000E5B6C"/>
    <w:rsid w:val="00100EF8"/>
    <w:rsid w:val="0028642E"/>
    <w:rsid w:val="002C23EB"/>
    <w:rsid w:val="00436AC9"/>
    <w:rsid w:val="004A09F6"/>
    <w:rsid w:val="004C0E63"/>
    <w:rsid w:val="0051529B"/>
    <w:rsid w:val="00571789"/>
    <w:rsid w:val="005A35CD"/>
    <w:rsid w:val="00AA1DDD"/>
    <w:rsid w:val="00AF1106"/>
    <w:rsid w:val="00B22F4E"/>
    <w:rsid w:val="00D80939"/>
    <w:rsid w:val="00DF6BF3"/>
    <w:rsid w:val="00FE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10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11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170</Words>
  <Characters>973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Utente</cp:lastModifiedBy>
  <cp:revision>13</cp:revision>
  <cp:lastPrinted>2014-09-30T07:59:00Z</cp:lastPrinted>
  <dcterms:created xsi:type="dcterms:W3CDTF">2014-09-30T07:03:00Z</dcterms:created>
  <dcterms:modified xsi:type="dcterms:W3CDTF">2002-01-01T01:37:00Z</dcterms:modified>
</cp:coreProperties>
</file>